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50D53" w14:textId="3ECE4D8B" w:rsidR="00DD29C3" w:rsidRPr="00DD29C3" w:rsidRDefault="00104422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89639E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3578F3" w:rsidRPr="0089639E">
        <w:rPr>
          <w:rFonts w:asciiTheme="majorHAnsi" w:eastAsia="Times New Roman" w:hAnsiTheme="majorHAnsi" w:cs="Times New Roman"/>
          <w:lang w:eastAsia="cs-CZ"/>
        </w:rPr>
        <w:t>4</w:t>
      </w:r>
      <w:r w:rsidR="00DD29C3" w:rsidRPr="0089639E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6BCFC2D" w14:textId="77777777" w:rsidR="00DD29C3" w:rsidRPr="00DD29C3" w:rsidRDefault="00DD29C3" w:rsidP="000C49D7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6B2307B6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14:paraId="39EBC841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256E3843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0"/>
        <w:gridCol w:w="4924"/>
      </w:tblGrid>
      <w:tr w:rsidR="00DD29C3" w:rsidRPr="00FF65DD" w14:paraId="5F614D7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1071233B" w14:textId="77777777" w:rsidR="00DD29C3" w:rsidRPr="001B629E" w:rsidRDefault="00DD29C3" w:rsidP="000C49D7">
            <w:pPr>
              <w:rPr>
                <w:szCs w:val="18"/>
              </w:rPr>
            </w:pPr>
            <w:r w:rsidRPr="00735286">
              <w:rPr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6984CC60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32E50567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170D04FB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76685FC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6A16BBF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19AF554E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1D2F82AE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2B50CFA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F9A149" w14:textId="77777777" w:rsidR="004C3CAB" w:rsidRDefault="004C3CAB" w:rsidP="00962258">
      <w:pPr>
        <w:spacing w:after="0" w:line="240" w:lineRule="auto"/>
      </w:pPr>
      <w:r>
        <w:separator/>
      </w:r>
    </w:p>
  </w:endnote>
  <w:endnote w:type="continuationSeparator" w:id="0">
    <w:p w14:paraId="44F1DE2A" w14:textId="77777777" w:rsidR="004C3CAB" w:rsidRDefault="004C3CA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C97F1" w14:textId="77777777" w:rsidR="00ED73E7" w:rsidRDefault="00ED73E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C7E46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638C7DD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8584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73E8FD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620862A" w14:textId="77777777" w:rsidR="00F1715C" w:rsidRDefault="00F1715C" w:rsidP="00D831A3">
          <w:pPr>
            <w:pStyle w:val="Zpat"/>
          </w:pPr>
        </w:p>
      </w:tc>
    </w:tr>
  </w:tbl>
  <w:p w14:paraId="779239E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7F7311" wp14:editId="0E6E190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7B2A4E2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0C246A8" wp14:editId="281D683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8AC09F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0D647B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BA619F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3FDC5C" w14:textId="77777777" w:rsidR="00F1715C" w:rsidRDefault="00F1715C" w:rsidP="000C49D7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BF5C030" w14:textId="77777777" w:rsidR="00F1715C" w:rsidRDefault="00F1715C" w:rsidP="000C49D7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DADA8F" w14:textId="77777777" w:rsidR="00F1715C" w:rsidRDefault="00F1715C" w:rsidP="000C49D7">
          <w:pPr>
            <w:pStyle w:val="Zpat"/>
            <w:jc w:val="left"/>
          </w:pPr>
          <w:r>
            <w:t>Sídlo: Dlážděná 1003/7, 110 00 Praha 1</w:t>
          </w:r>
        </w:p>
        <w:p w14:paraId="4FFF9A15" w14:textId="77777777" w:rsidR="00F1715C" w:rsidRDefault="00F1715C" w:rsidP="000C49D7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BC6F478" w14:textId="77777777" w:rsidR="00F1715C" w:rsidRDefault="00166CFD" w:rsidP="000C49D7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A9D5518" w14:textId="77777777" w:rsidR="00F1715C" w:rsidRDefault="00F1715C" w:rsidP="00460660">
          <w:pPr>
            <w:pStyle w:val="Zpat"/>
          </w:pPr>
        </w:p>
      </w:tc>
    </w:tr>
  </w:tbl>
  <w:p w14:paraId="778A3B0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7AC9B0" wp14:editId="4D9844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46C7A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584C043" wp14:editId="30D0C7E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1113B84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D08606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8D0E0E" w14:textId="77777777" w:rsidR="004C3CAB" w:rsidRDefault="004C3CAB" w:rsidP="00962258">
      <w:pPr>
        <w:spacing w:after="0" w:line="240" w:lineRule="auto"/>
      </w:pPr>
      <w:r>
        <w:separator/>
      </w:r>
    </w:p>
  </w:footnote>
  <w:footnote w:type="continuationSeparator" w:id="0">
    <w:p w14:paraId="5B74C8B0" w14:textId="77777777" w:rsidR="004C3CAB" w:rsidRDefault="004C3CA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0DC0C" w14:textId="77777777" w:rsidR="00ED73E7" w:rsidRDefault="00ED73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4D5FD4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52EAF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60BD52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FC0199" w14:textId="77777777" w:rsidR="00F1715C" w:rsidRPr="00D6163D" w:rsidRDefault="00F1715C" w:rsidP="00D6163D">
          <w:pPr>
            <w:pStyle w:val="Druhdokumentu"/>
          </w:pPr>
        </w:p>
      </w:tc>
    </w:tr>
  </w:tbl>
  <w:p w14:paraId="6063986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A91597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7741E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290B5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A51E89" w14:textId="77777777" w:rsidR="00F1715C" w:rsidRPr="00D6163D" w:rsidRDefault="00F1715C" w:rsidP="00FC6389">
          <w:pPr>
            <w:pStyle w:val="Druhdokumentu"/>
          </w:pPr>
        </w:p>
      </w:tc>
    </w:tr>
    <w:tr w:rsidR="009F392E" w14:paraId="3FC7C2E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5211E9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9E645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17C11E7" w14:textId="77777777" w:rsidR="009F392E" w:rsidRPr="00D6163D" w:rsidRDefault="009F392E" w:rsidP="00FC6389">
          <w:pPr>
            <w:pStyle w:val="Druhdokumentu"/>
          </w:pPr>
        </w:p>
      </w:tc>
    </w:tr>
  </w:tbl>
  <w:p w14:paraId="6D8C043B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B33968B" wp14:editId="55230B7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8B4B1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31AF8"/>
    <w:rsid w:val="00047543"/>
    <w:rsid w:val="00072C1E"/>
    <w:rsid w:val="000C49D7"/>
    <w:rsid w:val="000E23A7"/>
    <w:rsid w:val="00104422"/>
    <w:rsid w:val="0010693F"/>
    <w:rsid w:val="00114472"/>
    <w:rsid w:val="001550BC"/>
    <w:rsid w:val="001605B9"/>
    <w:rsid w:val="00166CFD"/>
    <w:rsid w:val="00170EC5"/>
    <w:rsid w:val="001747C1"/>
    <w:rsid w:val="00184743"/>
    <w:rsid w:val="00185410"/>
    <w:rsid w:val="00207DF5"/>
    <w:rsid w:val="00216C0D"/>
    <w:rsid w:val="00280E07"/>
    <w:rsid w:val="002C31BF"/>
    <w:rsid w:val="002D08B1"/>
    <w:rsid w:val="002E0CD7"/>
    <w:rsid w:val="00341DCF"/>
    <w:rsid w:val="003510EF"/>
    <w:rsid w:val="003578F3"/>
    <w:rsid w:val="00357BC6"/>
    <w:rsid w:val="00394278"/>
    <w:rsid w:val="003956C6"/>
    <w:rsid w:val="003C6B5D"/>
    <w:rsid w:val="00441430"/>
    <w:rsid w:val="00450F07"/>
    <w:rsid w:val="00453CD3"/>
    <w:rsid w:val="00460660"/>
    <w:rsid w:val="00482DC9"/>
    <w:rsid w:val="00486107"/>
    <w:rsid w:val="00491827"/>
    <w:rsid w:val="004B348C"/>
    <w:rsid w:val="004C3CAB"/>
    <w:rsid w:val="004C4399"/>
    <w:rsid w:val="004C4A40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5286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639E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8574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D73E7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60B8D7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D73E7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82DC9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82DC9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482DC9"/>
    <w:pPr>
      <w:spacing w:before="120" w:after="120"/>
    </w:pPr>
    <w:rPr>
      <w:rFonts w:ascii="Verdana" w:eastAsia="Times New Roman" w:hAnsi="Verdana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82D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AF805-CFFE-404E-A672-5421FA96B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5BBEB2-503E-4BE1-BAC2-E7BB16670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Jirková Eliška, Mgr.</cp:lastModifiedBy>
  <cp:revision>8</cp:revision>
  <cp:lastPrinted>2024-08-08T06:47:00Z</cp:lastPrinted>
  <dcterms:created xsi:type="dcterms:W3CDTF">2024-03-05T10:06:00Z</dcterms:created>
  <dcterms:modified xsi:type="dcterms:W3CDTF">2024-08-08T06:47:00Z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